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E87" w:rsidRDefault="003F4E87" w:rsidP="003F4E87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F73518" w:rsidRDefault="0067677A" w:rsidP="00D100AE">
      <w:pPr>
        <w:pStyle w:val="Nadpis1"/>
      </w:pPr>
      <w:r>
        <w:t>1</w:t>
      </w:r>
      <w:r w:rsidR="00D100AE">
        <w:t>05</w:t>
      </w:r>
      <w:r>
        <w:t>/</w:t>
      </w:r>
      <w:r w:rsidR="00D100AE">
        <w:t>3</w:t>
      </w:r>
      <w:r w:rsidR="0044642C">
        <w:t xml:space="preserve"> </w:t>
      </w:r>
      <w:r>
        <w:t xml:space="preserve">odbor </w:t>
      </w:r>
      <w:r w:rsidR="00D100AE">
        <w:t>školství a cestovního ruchu</w:t>
      </w:r>
    </w:p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Default="00D100AE" w:rsidP="00D100AE"/>
    <w:p w:rsidR="00D100AE" w:rsidRPr="00D100AE" w:rsidRDefault="00D100AE" w:rsidP="00D100AE"/>
    <w:p w:rsidR="00F73518" w:rsidRDefault="0067677A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F73518" w:rsidRDefault="0067677A" w:rsidP="00D100AE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 xml:space="preserve">odbor </w:t>
      </w:r>
      <w:r w:rsidR="00D100AE">
        <w:t>školství a cestovního ruchu</w:t>
      </w:r>
    </w:p>
    <w:p w:rsidR="00F73518" w:rsidRDefault="00F7351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F73518" w:rsidRDefault="0067677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F73518" w:rsidRPr="001546EF" w:rsidRDefault="00513F26" w:rsidP="001546EF">
      <w:pPr>
        <w:jc w:val="center"/>
        <w:rPr>
          <w:u w:val="single"/>
        </w:rPr>
      </w:pPr>
      <w:r w:rsidRPr="001546EF">
        <w:rPr>
          <w:u w:val="single"/>
        </w:rPr>
        <w:t>Mimořádná podpora organizovaných aktivit pro volný čas dětí od 6 do 15 let ve Strakonicích v roce 2018</w:t>
      </w:r>
    </w:p>
    <w:p w:rsidR="00F73518" w:rsidRDefault="00F73518">
      <w:pPr>
        <w:widowControl w:val="0"/>
        <w:autoSpaceDE w:val="0"/>
        <w:autoSpaceDN w:val="0"/>
        <w:adjustRightInd w:val="0"/>
        <w:rPr>
          <w:u w:val="single"/>
        </w:rPr>
      </w:pPr>
    </w:p>
    <w:p w:rsidR="00F73518" w:rsidRDefault="00F73518">
      <w:pPr>
        <w:widowControl w:val="0"/>
        <w:autoSpaceDE w:val="0"/>
        <w:autoSpaceDN w:val="0"/>
        <w:adjustRightInd w:val="0"/>
        <w:rPr>
          <w:u w:val="single"/>
        </w:rPr>
      </w:pPr>
    </w:p>
    <w:p w:rsidR="00D100AE" w:rsidRDefault="00D100AE">
      <w:pPr>
        <w:widowControl w:val="0"/>
        <w:autoSpaceDE w:val="0"/>
        <w:autoSpaceDN w:val="0"/>
        <w:adjustRightInd w:val="0"/>
        <w:rPr>
          <w:u w:val="single"/>
        </w:rPr>
      </w:pPr>
    </w:p>
    <w:p w:rsidR="00D100AE" w:rsidRDefault="00D100AE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513F26" w:rsidRDefault="00513F26">
      <w:pPr>
        <w:widowControl w:val="0"/>
        <w:autoSpaceDE w:val="0"/>
        <w:autoSpaceDN w:val="0"/>
        <w:adjustRightInd w:val="0"/>
        <w:rPr>
          <w:u w:val="single"/>
        </w:rPr>
      </w:pPr>
    </w:p>
    <w:p w:rsidR="00F73518" w:rsidRDefault="00F7351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F73518" w:rsidRDefault="0067677A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513F26">
        <w:t>16</w:t>
      </w:r>
      <w:r>
        <w:t>. července 20</w:t>
      </w:r>
      <w:r w:rsidR="00513F26">
        <w:t>18</w:t>
      </w:r>
    </w:p>
    <w:p w:rsidR="00F73518" w:rsidRDefault="00F73518">
      <w:pPr>
        <w:widowControl w:val="0"/>
        <w:autoSpaceDE w:val="0"/>
        <w:autoSpaceDN w:val="0"/>
        <w:adjustRightInd w:val="0"/>
        <w:jc w:val="both"/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513F26" w:rsidRDefault="00513F26" w:rsidP="00513F26">
      <w:pPr>
        <w:jc w:val="both"/>
      </w:pPr>
    </w:p>
    <w:p w:rsidR="00513F26" w:rsidRDefault="00513F26" w:rsidP="00513F26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 xml:space="preserve">Předkládá: </w:t>
      </w:r>
      <w:r>
        <w:rPr>
          <w:b/>
          <w:bCs/>
        </w:rPr>
        <w:tab/>
      </w:r>
      <w:r>
        <w:t>Ing. Libuše Řeřábková</w:t>
      </w:r>
    </w:p>
    <w:p w:rsidR="00513F26" w:rsidRDefault="00513F26" w:rsidP="00513F26">
      <w:pPr>
        <w:widowControl w:val="0"/>
        <w:autoSpaceDE w:val="0"/>
        <w:autoSpaceDN w:val="0"/>
        <w:adjustRightInd w:val="0"/>
        <w:jc w:val="both"/>
      </w:pPr>
      <w:r>
        <w:t xml:space="preserve">  </w:t>
      </w:r>
      <w:r>
        <w:tab/>
      </w:r>
      <w:r>
        <w:tab/>
        <w:t>vedoucí odboru školství a cestovního ruchu</w:t>
      </w:r>
    </w:p>
    <w:p w:rsidR="00513F26" w:rsidRDefault="00513F26" w:rsidP="00513F26">
      <w:pPr>
        <w:jc w:val="both"/>
        <w:rPr>
          <w:b/>
          <w:bCs/>
        </w:rPr>
      </w:pPr>
      <w:r>
        <w:rPr>
          <w:b/>
          <w:bCs/>
        </w:rPr>
        <w:tab/>
      </w: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D100AE" w:rsidRDefault="00D100AE" w:rsidP="00D100AE">
      <w:pPr>
        <w:pStyle w:val="Nadpis2"/>
        <w:jc w:val="left"/>
      </w:pPr>
      <w:r>
        <w:t>1) Mimořádná podpora organizovaných aktivit pro volný čas dětí od 6 do 15 let ve Strakonicích v roce 2018</w:t>
      </w:r>
    </w:p>
    <w:p w:rsidR="003F4E87" w:rsidRDefault="003F4E87">
      <w:pPr>
        <w:widowControl w:val="0"/>
        <w:autoSpaceDE w:val="0"/>
        <w:autoSpaceDN w:val="0"/>
        <w:adjustRightInd w:val="0"/>
        <w:jc w:val="both"/>
        <w:rPr>
          <w:b/>
          <w:bCs/>
        </w:rPr>
      </w:pPr>
    </w:p>
    <w:p w:rsidR="00F73518" w:rsidRDefault="0067677A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bookmarkStart w:id="0" w:name="_GoBack"/>
      <w:bookmarkEnd w:id="0"/>
      <w:r>
        <w:rPr>
          <w:b/>
          <w:bCs/>
        </w:rPr>
        <w:t>Návrh usnesení:</w:t>
      </w:r>
    </w:p>
    <w:p w:rsidR="00F73518" w:rsidRDefault="0067677A">
      <w:pPr>
        <w:widowControl w:val="0"/>
        <w:autoSpaceDE w:val="0"/>
        <w:autoSpaceDN w:val="0"/>
        <w:adjustRightInd w:val="0"/>
        <w:jc w:val="both"/>
      </w:pPr>
      <w:r>
        <w:t>RM po projednání</w:t>
      </w:r>
    </w:p>
    <w:p w:rsidR="004F4ABC" w:rsidRDefault="004F4ABC" w:rsidP="004F4ABC">
      <w:pPr>
        <w:pStyle w:val="Nadpis3"/>
      </w:pPr>
      <w:r>
        <w:t>I. Doporučuje ZM</w:t>
      </w:r>
    </w:p>
    <w:p w:rsidR="004F4ABC" w:rsidRDefault="004F4ABC" w:rsidP="004F4ABC">
      <w:pPr>
        <w:jc w:val="both"/>
        <w:rPr>
          <w:bCs/>
        </w:rPr>
      </w:pPr>
      <w:r>
        <w:t>schválit pravidla pro Mimořádnou podporu organizovaných aktivit pro volný čas dětí od 6 do 15 let ve Strakonicích v roce 2018.</w:t>
      </w:r>
    </w:p>
    <w:p w:rsidR="00F73518" w:rsidRDefault="00F73518">
      <w:pPr>
        <w:jc w:val="both"/>
      </w:pPr>
    </w:p>
    <w:sectPr w:rsidR="00F735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0AE"/>
    <w:rsid w:val="000C4FA7"/>
    <w:rsid w:val="001546EF"/>
    <w:rsid w:val="00292484"/>
    <w:rsid w:val="003A7EBA"/>
    <w:rsid w:val="003F4E87"/>
    <w:rsid w:val="0044642C"/>
    <w:rsid w:val="004E17FF"/>
    <w:rsid w:val="004F4ABC"/>
    <w:rsid w:val="00513F26"/>
    <w:rsid w:val="005B684B"/>
    <w:rsid w:val="00610ABA"/>
    <w:rsid w:val="0067677A"/>
    <w:rsid w:val="0073102D"/>
    <w:rsid w:val="00751F82"/>
    <w:rsid w:val="00913E1C"/>
    <w:rsid w:val="009764DD"/>
    <w:rsid w:val="00A460DB"/>
    <w:rsid w:val="00C81025"/>
    <w:rsid w:val="00D100AE"/>
    <w:rsid w:val="00D8327A"/>
    <w:rsid w:val="00DE49CD"/>
    <w:rsid w:val="00E10CFA"/>
    <w:rsid w:val="00E9444A"/>
    <w:rsid w:val="00EE2DD6"/>
    <w:rsid w:val="00F73518"/>
    <w:rsid w:val="00FE00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159E5C"/>
  <w15:chartTrackingRefBased/>
  <w15:docId w15:val="{BC299D26-8AEA-46D3-8AEF-89DBFF287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jc w:val="center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uiPriority w:val="99"/>
    <w:unhideWhenUsed/>
    <w:rsid w:val="00D100A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D100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7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-1bod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RM-1bod.dotx</Template>
  <TotalTime>32</TotalTime>
  <Pages>2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25</cp:revision>
  <cp:lastPrinted>1899-12-31T23:00:00Z</cp:lastPrinted>
  <dcterms:created xsi:type="dcterms:W3CDTF">2018-07-16T09:35:00Z</dcterms:created>
  <dcterms:modified xsi:type="dcterms:W3CDTF">2018-07-16T11:16:00Z</dcterms:modified>
</cp:coreProperties>
</file>